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60F4C4" w14:textId="77777777"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659AC0F1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CE8D129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2023-2026</w:t>
      </w:r>
    </w:p>
    <w:p w14:paraId="0AAD1C84" w14:textId="77777777"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14:paraId="2E2BA8EE" w14:textId="7777777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E50704">
        <w:rPr>
          <w:rFonts w:ascii="Corbel" w:hAnsi="Corbel"/>
          <w:sz w:val="20"/>
          <w:szCs w:val="20"/>
        </w:rPr>
        <w:t>2023-2024</w:t>
      </w:r>
    </w:p>
    <w:p w14:paraId="5BFC760B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F497E0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0D7BF7F9" w14:textId="77777777" w:rsidTr="00B819C8">
        <w:tc>
          <w:tcPr>
            <w:tcW w:w="2694" w:type="dxa"/>
            <w:vAlign w:val="center"/>
          </w:tcPr>
          <w:p w14:paraId="4175B4CE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A614E2" w14:textId="77777777" w:rsidR="0085747A" w:rsidRPr="00B169DF" w:rsidRDefault="006C01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zdrowia psychicznego dzieci i młodzieży</w:t>
            </w:r>
          </w:p>
        </w:tc>
      </w:tr>
      <w:tr w:rsidR="0085747A" w:rsidRPr="00B169DF" w14:paraId="3B43D490" w14:textId="77777777" w:rsidTr="00B819C8">
        <w:tc>
          <w:tcPr>
            <w:tcW w:w="2694" w:type="dxa"/>
            <w:vAlign w:val="center"/>
          </w:tcPr>
          <w:p w14:paraId="67E4C51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E695DE4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79DF" w:rsidRPr="00B169DF" w14:paraId="2E8BAA99" w14:textId="77777777" w:rsidTr="00B819C8">
        <w:tc>
          <w:tcPr>
            <w:tcW w:w="2694" w:type="dxa"/>
            <w:vAlign w:val="center"/>
          </w:tcPr>
          <w:p w14:paraId="343E5EE5" w14:textId="77777777" w:rsidR="00A079DF" w:rsidRPr="00B169DF" w:rsidRDefault="00A079D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7CB5513" w14:textId="77777777" w:rsidR="00A079DF" w:rsidRDefault="00A079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  <w:bookmarkStart w:id="0" w:name="_GoBack"/>
        <w:bookmarkEnd w:id="0"/>
      </w:tr>
      <w:tr w:rsidR="00A079DF" w:rsidRPr="00B169DF" w14:paraId="65D91C27" w14:textId="77777777" w:rsidTr="00B819C8">
        <w:tc>
          <w:tcPr>
            <w:tcW w:w="2694" w:type="dxa"/>
            <w:vAlign w:val="center"/>
          </w:tcPr>
          <w:p w14:paraId="3F1C6A40" w14:textId="77777777" w:rsidR="00A079DF" w:rsidRPr="00B169DF" w:rsidRDefault="00A079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024FBB5" w14:textId="77777777" w:rsidR="00A079DF" w:rsidRDefault="00A079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079DF" w:rsidRPr="00B169DF" w14:paraId="6CEDC4E8" w14:textId="77777777" w:rsidTr="00B819C8">
        <w:tc>
          <w:tcPr>
            <w:tcW w:w="2694" w:type="dxa"/>
            <w:vAlign w:val="center"/>
          </w:tcPr>
          <w:p w14:paraId="5519F65C" w14:textId="77777777" w:rsidR="00A079DF" w:rsidRPr="00B169DF" w:rsidRDefault="00A079DF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00CFA5E" w14:textId="77777777" w:rsidR="00A079DF" w:rsidRDefault="00A079D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7689C564" w14:textId="77777777" w:rsidTr="00B819C8">
        <w:tc>
          <w:tcPr>
            <w:tcW w:w="2694" w:type="dxa"/>
            <w:vAlign w:val="center"/>
          </w:tcPr>
          <w:p w14:paraId="78A7F389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36C754" w14:textId="77777777"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14:paraId="2B2FF78D" w14:textId="77777777" w:rsidTr="00B819C8">
        <w:tc>
          <w:tcPr>
            <w:tcW w:w="2694" w:type="dxa"/>
            <w:vAlign w:val="center"/>
          </w:tcPr>
          <w:p w14:paraId="1E66926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0B43AC" w14:textId="77777777"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14:paraId="6EA3D8D4" w14:textId="77777777" w:rsidTr="00B819C8">
        <w:tc>
          <w:tcPr>
            <w:tcW w:w="2694" w:type="dxa"/>
            <w:vAlign w:val="center"/>
          </w:tcPr>
          <w:p w14:paraId="6A389C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D641B7" w14:textId="77777777"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6C01A3" w14:paraId="6FD89F8E" w14:textId="77777777" w:rsidTr="00B819C8">
        <w:tc>
          <w:tcPr>
            <w:tcW w:w="2694" w:type="dxa"/>
            <w:vAlign w:val="center"/>
          </w:tcPr>
          <w:p w14:paraId="1EC2249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01A9B7" w14:textId="77777777" w:rsidR="0085747A" w:rsidRPr="00DC69AC" w:rsidRDefault="006C01A3" w:rsidP="006C01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2 </w:t>
            </w:r>
            <w:r w:rsidR="00DC69AC"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14:paraId="520C543D" w14:textId="77777777" w:rsidTr="00B819C8">
        <w:tc>
          <w:tcPr>
            <w:tcW w:w="2694" w:type="dxa"/>
            <w:vAlign w:val="center"/>
          </w:tcPr>
          <w:p w14:paraId="646DEEC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86DA97F" w14:textId="77777777"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07AF6260" w14:textId="77777777" w:rsidTr="00B819C8">
        <w:tc>
          <w:tcPr>
            <w:tcW w:w="2694" w:type="dxa"/>
            <w:vAlign w:val="center"/>
          </w:tcPr>
          <w:p w14:paraId="3E087F9A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140FCF" w14:textId="77777777"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59EBF212" w14:textId="77777777" w:rsidTr="00B819C8">
        <w:tc>
          <w:tcPr>
            <w:tcW w:w="2694" w:type="dxa"/>
            <w:vAlign w:val="center"/>
          </w:tcPr>
          <w:p w14:paraId="6E5DBF1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984E4" w14:textId="03DC8B55" w:rsidR="0085747A" w:rsidRPr="00B169DF" w:rsidRDefault="00356A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Maria Łukaszek</w:t>
            </w:r>
          </w:p>
        </w:tc>
      </w:tr>
      <w:tr w:rsidR="0085747A" w:rsidRPr="00B169DF" w14:paraId="48C41D19" w14:textId="77777777" w:rsidTr="00B819C8">
        <w:tc>
          <w:tcPr>
            <w:tcW w:w="2694" w:type="dxa"/>
            <w:vAlign w:val="center"/>
          </w:tcPr>
          <w:p w14:paraId="4BB2952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11A3C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69D16D5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991380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7381BF8B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39E335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724E74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58BF945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951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F4D683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451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CA88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9A2A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8EB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970A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3614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8AE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665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D3E6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4C80687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8E60" w14:textId="77777777" w:rsidR="00015B8F" w:rsidRPr="00B169DF" w:rsidRDefault="00E606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1C380" w14:textId="77777777"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60268" w14:textId="77777777"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21D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997E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4991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AE9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4C42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12E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438B5" w14:textId="77777777" w:rsidR="00015B8F" w:rsidRPr="00B169DF" w:rsidRDefault="00B3477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533BE71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1DFDDE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2A12190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A916B13" w14:textId="77777777"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00C69">
        <w:rPr>
          <w:rFonts w:ascii="Corbel" w:hAnsi="Corbel"/>
          <w:b w:val="0"/>
          <w:smallCaps w:val="0"/>
          <w:szCs w:val="24"/>
        </w:rPr>
        <w:t xml:space="preserve">(z możliwością realizacji </w:t>
      </w:r>
      <w:r w:rsidR="00B57C42">
        <w:rPr>
          <w:rFonts w:ascii="Corbel" w:hAnsi="Corbel"/>
          <w:b w:val="0"/>
          <w:smallCaps w:val="0"/>
          <w:szCs w:val="24"/>
        </w:rPr>
        <w:t>wybranych zajęć w formie wizyt studyjnych w placówkach wychowawczych, profilaktycznych i resocjalizacyjnych)</w:t>
      </w:r>
    </w:p>
    <w:p w14:paraId="17C5A8F9" w14:textId="77777777"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14F00F9B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8937B2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E8A32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DB3122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14:paraId="73C88933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F446EE6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5F53A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1D2E21D" w14:textId="77777777" w:rsidTr="00745302">
        <w:tc>
          <w:tcPr>
            <w:tcW w:w="9670" w:type="dxa"/>
          </w:tcPr>
          <w:p w14:paraId="771A2A3A" w14:textId="77777777" w:rsidR="0085747A" w:rsidRPr="00B169DF" w:rsidRDefault="00A07661" w:rsidP="00514EF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514E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i wychowania</w:t>
            </w:r>
          </w:p>
        </w:tc>
      </w:tr>
    </w:tbl>
    <w:p w14:paraId="523953DE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3439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2155C151" w14:textId="77777777"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E60DD3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1AD49D8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14:paraId="2FF574F6" w14:textId="77777777" w:rsidTr="00950DA6">
        <w:tc>
          <w:tcPr>
            <w:tcW w:w="851" w:type="dxa"/>
            <w:vAlign w:val="center"/>
          </w:tcPr>
          <w:p w14:paraId="0FF6B66B" w14:textId="77777777"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6C0DD46" w14:textId="77777777" w:rsidR="00950DA6" w:rsidRPr="007F3718" w:rsidRDefault="006266A7" w:rsidP="006249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3718">
              <w:rPr>
                <w:rFonts w:ascii="Corbel" w:hAnsi="Corbel" w:cs="Arial"/>
                <w:sz w:val="24"/>
                <w:szCs w:val="24"/>
              </w:rPr>
              <w:t xml:space="preserve">Zapoznanie z </w:t>
            </w:r>
            <w:r w:rsidR="007C0C9F" w:rsidRPr="007F3718">
              <w:rPr>
                <w:rFonts w:ascii="Corbel" w:hAnsi="Corbel" w:cs="Arial"/>
                <w:sz w:val="24"/>
                <w:szCs w:val="24"/>
              </w:rPr>
              <w:t>zaburzeniami psychicznymi</w:t>
            </w:r>
            <w:r w:rsidRPr="007F3718">
              <w:rPr>
                <w:rFonts w:ascii="Corbel" w:hAnsi="Corbel" w:cs="Arial"/>
                <w:sz w:val="24"/>
                <w:szCs w:val="24"/>
              </w:rPr>
              <w:t xml:space="preserve"> </w:t>
            </w:r>
            <w:r w:rsidR="00891E64" w:rsidRPr="007F3718">
              <w:rPr>
                <w:rFonts w:ascii="Corbel" w:hAnsi="Corbel" w:cs="Arial"/>
                <w:sz w:val="24"/>
                <w:szCs w:val="24"/>
              </w:rPr>
              <w:t xml:space="preserve">występującymi u </w:t>
            </w:r>
            <w:r w:rsidRPr="007F3718">
              <w:rPr>
                <w:rFonts w:ascii="Corbel" w:hAnsi="Corbel" w:cs="Arial"/>
                <w:sz w:val="24"/>
                <w:szCs w:val="24"/>
              </w:rPr>
              <w:t>dzieci</w:t>
            </w:r>
            <w:r w:rsidR="00891E64" w:rsidRPr="007F3718">
              <w:rPr>
                <w:rFonts w:ascii="Corbel" w:hAnsi="Corbel"/>
                <w:sz w:val="24"/>
                <w:szCs w:val="24"/>
              </w:rPr>
              <w:t xml:space="preserve"> </w:t>
            </w:r>
            <w:r w:rsidR="007C0C9F" w:rsidRPr="007F3718">
              <w:rPr>
                <w:rFonts w:ascii="Corbel" w:hAnsi="Corbel" w:cs="Arial"/>
                <w:sz w:val="24"/>
                <w:szCs w:val="24"/>
              </w:rPr>
              <w:t>i młodzieży</w:t>
            </w:r>
            <w:r w:rsidR="00891E64" w:rsidRPr="007F3718">
              <w:rPr>
                <w:rFonts w:ascii="Corbel" w:hAnsi="Corbel" w:cs="Arial"/>
                <w:sz w:val="24"/>
                <w:szCs w:val="24"/>
              </w:rPr>
              <w:t xml:space="preserve">, ich etiologią, objawami </w:t>
            </w:r>
            <w:r w:rsidRPr="007F3718">
              <w:rPr>
                <w:rFonts w:ascii="Corbel" w:hAnsi="Corbel" w:cs="Arial"/>
                <w:sz w:val="24"/>
                <w:szCs w:val="24"/>
              </w:rPr>
              <w:t xml:space="preserve">i </w:t>
            </w:r>
            <w:r w:rsidR="00891E64" w:rsidRPr="007F3718">
              <w:rPr>
                <w:rFonts w:ascii="Corbel" w:hAnsi="Corbel" w:cs="Arial"/>
                <w:sz w:val="24"/>
                <w:szCs w:val="24"/>
              </w:rPr>
              <w:t xml:space="preserve">możliwościami </w:t>
            </w:r>
            <w:r w:rsidR="0062498F" w:rsidRPr="007F3718">
              <w:rPr>
                <w:rFonts w:ascii="Corbel" w:hAnsi="Corbel" w:cs="Arial"/>
                <w:sz w:val="24"/>
                <w:szCs w:val="24"/>
              </w:rPr>
              <w:t>terapii</w:t>
            </w:r>
          </w:p>
        </w:tc>
      </w:tr>
      <w:tr w:rsidR="00950DA6" w:rsidRPr="00B169DF" w14:paraId="0DC12FD4" w14:textId="77777777" w:rsidTr="00950DA6">
        <w:tc>
          <w:tcPr>
            <w:tcW w:w="851" w:type="dxa"/>
            <w:vAlign w:val="center"/>
          </w:tcPr>
          <w:p w14:paraId="7694D37C" w14:textId="77777777"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6823F3F" w14:textId="77777777" w:rsidR="00950DA6" w:rsidRPr="007F3718" w:rsidRDefault="0062498F" w:rsidP="007F371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7F3718">
              <w:rPr>
                <w:rFonts w:ascii="Corbel" w:hAnsi="Corbel" w:cs="Arial"/>
                <w:sz w:val="24"/>
                <w:szCs w:val="24"/>
              </w:rPr>
              <w:t xml:space="preserve">Zaznajomienia z </w:t>
            </w:r>
            <w:r w:rsidR="007F3718" w:rsidRPr="007F3718">
              <w:rPr>
                <w:rFonts w:ascii="Corbel" w:hAnsi="Corbel" w:cs="Arial"/>
                <w:sz w:val="24"/>
                <w:szCs w:val="24"/>
              </w:rPr>
              <w:t>polskim s</w:t>
            </w:r>
            <w:r w:rsidRPr="007F3718">
              <w:rPr>
                <w:rFonts w:ascii="Corbel" w:hAnsi="Corbel" w:cs="Arial"/>
                <w:sz w:val="24"/>
                <w:szCs w:val="24"/>
              </w:rPr>
              <w:t>ystem opieki nad zdrowiem psychicznym dzieci</w:t>
            </w:r>
            <w:r w:rsidRPr="007F37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3718">
              <w:rPr>
                <w:rFonts w:ascii="Corbel" w:hAnsi="Corbel" w:cs="Arial"/>
                <w:sz w:val="24"/>
                <w:szCs w:val="24"/>
              </w:rPr>
              <w:t xml:space="preserve">i młodzieży </w:t>
            </w:r>
          </w:p>
        </w:tc>
      </w:tr>
      <w:tr w:rsidR="00950DA6" w:rsidRPr="00B169DF" w14:paraId="4B5335E9" w14:textId="77777777" w:rsidTr="00950DA6">
        <w:tc>
          <w:tcPr>
            <w:tcW w:w="851" w:type="dxa"/>
            <w:vAlign w:val="center"/>
          </w:tcPr>
          <w:p w14:paraId="4754869F" w14:textId="77777777"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0BD5ADB" w14:textId="77777777" w:rsidR="00950DA6" w:rsidRPr="003B3A21" w:rsidRDefault="00221A69" w:rsidP="00221A6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Arial" w:hAnsi="Arial" w:cs="Arial"/>
              </w:rPr>
              <w:t>Zapoznanie z możliwościami ochrony zdrowia psychicznego dzieci i młodzieży w rodzinie i szkole</w:t>
            </w:r>
          </w:p>
        </w:tc>
      </w:tr>
      <w:tr w:rsidR="00950DA6" w:rsidRPr="00B169DF" w14:paraId="68BEA3BB" w14:textId="77777777" w:rsidTr="00950DA6">
        <w:tc>
          <w:tcPr>
            <w:tcW w:w="851" w:type="dxa"/>
            <w:vAlign w:val="center"/>
          </w:tcPr>
          <w:p w14:paraId="524807E1" w14:textId="77777777"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530789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30633395" w14:textId="77777777" w:rsidR="00950DA6" w:rsidRPr="003B3A21" w:rsidRDefault="007661B4" w:rsidP="00E524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Uwrażliwienie na problemy z</w:t>
            </w:r>
            <w:r w:rsidR="00127295">
              <w:rPr>
                <w:rFonts w:ascii="Corbel" w:hAnsi="Corbel"/>
                <w:sz w:val="24"/>
                <w:szCs w:val="24"/>
              </w:rPr>
              <w:t>drowia psychicznego dzieci i młodzieży</w:t>
            </w:r>
            <w:r w:rsidR="0049731F">
              <w:rPr>
                <w:rFonts w:ascii="Corbel" w:hAnsi="Corbel"/>
                <w:sz w:val="24"/>
                <w:szCs w:val="24"/>
              </w:rPr>
              <w:t>; wzmocnienie gotowości do udzielenia wsparcia dzieciom i młodzieży zmagających się z zaburzeniami psychicznymi i ich rodzinom</w:t>
            </w:r>
          </w:p>
        </w:tc>
      </w:tr>
    </w:tbl>
    <w:p w14:paraId="749C3D8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8F098BE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14:paraId="312075E2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15F908CF" w14:textId="77777777" w:rsidTr="0071620A">
        <w:tc>
          <w:tcPr>
            <w:tcW w:w="1701" w:type="dxa"/>
            <w:vAlign w:val="center"/>
          </w:tcPr>
          <w:p w14:paraId="4557362B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DC5EC02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CFBE124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D8F">
              <w:rPr>
                <w:rStyle w:val="Odwoanieprzypisudolnego"/>
              </w:rPr>
              <w:footnoteReference w:id="1"/>
            </w:r>
          </w:p>
        </w:tc>
      </w:tr>
      <w:tr w:rsidR="005124DD" w:rsidRPr="00B169DF" w14:paraId="3D40EFAB" w14:textId="77777777" w:rsidTr="00795373">
        <w:tc>
          <w:tcPr>
            <w:tcW w:w="1701" w:type="dxa"/>
          </w:tcPr>
          <w:p w14:paraId="0DD3A1E1" w14:textId="77777777" w:rsidR="005124DD" w:rsidRPr="00E47B28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7B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7B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14:paraId="0AF5DC74" w14:textId="77777777" w:rsidR="005124DD" w:rsidRPr="00F96B5F" w:rsidRDefault="005124DD" w:rsidP="00E47B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6B5F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A30572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96B5F">
              <w:rPr>
                <w:rFonts w:ascii="Corbel" w:hAnsi="Corbel"/>
                <w:b w:val="0"/>
                <w:sz w:val="24"/>
                <w:szCs w:val="24"/>
              </w:rPr>
              <w:t xml:space="preserve">definiuje pojęcie </w:t>
            </w:r>
            <w:r w:rsidR="003B2058">
              <w:rPr>
                <w:rFonts w:ascii="Corbel" w:hAnsi="Corbel"/>
                <w:b w:val="0"/>
                <w:sz w:val="24"/>
                <w:szCs w:val="24"/>
              </w:rPr>
              <w:t xml:space="preserve"> zdrowia psychicznego</w:t>
            </w:r>
            <w:r w:rsidR="00905305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="00503D90">
              <w:rPr>
                <w:rFonts w:ascii="Corbel" w:hAnsi="Corbel"/>
                <w:b w:val="0"/>
                <w:sz w:val="24"/>
                <w:szCs w:val="24"/>
              </w:rPr>
              <w:t xml:space="preserve">omówi </w:t>
            </w:r>
            <w:r w:rsidR="00905305">
              <w:rPr>
                <w:rFonts w:ascii="Corbel" w:hAnsi="Corbel"/>
                <w:b w:val="0"/>
                <w:sz w:val="24"/>
                <w:szCs w:val="24"/>
              </w:rPr>
              <w:t xml:space="preserve">jego </w:t>
            </w:r>
            <w:r w:rsidR="003B205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83629">
              <w:rPr>
                <w:rFonts w:ascii="Corbel" w:hAnsi="Corbel"/>
                <w:b w:val="0"/>
                <w:sz w:val="24"/>
                <w:szCs w:val="24"/>
              </w:rPr>
              <w:t xml:space="preserve">determinanty </w:t>
            </w:r>
            <w:r w:rsidR="00D47E85">
              <w:rPr>
                <w:rFonts w:ascii="Corbel" w:hAnsi="Corbel"/>
                <w:b w:val="0"/>
                <w:sz w:val="24"/>
                <w:szCs w:val="24"/>
              </w:rPr>
              <w:t xml:space="preserve"> (czynniki chroniące i czynniki ryzyka)</w:t>
            </w:r>
          </w:p>
        </w:tc>
        <w:tc>
          <w:tcPr>
            <w:tcW w:w="1873" w:type="dxa"/>
          </w:tcPr>
          <w:p w14:paraId="15170BF6" w14:textId="77777777" w:rsidR="005124DD" w:rsidRPr="000240B7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/>
                <w:b w:val="0"/>
                <w:szCs w:val="24"/>
              </w:rPr>
              <w:t>K_W01</w:t>
            </w:r>
          </w:p>
          <w:p w14:paraId="30328A39" w14:textId="77777777" w:rsidR="004A6A1E" w:rsidRPr="000240B7" w:rsidRDefault="004A6A1E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K_W05</w:t>
            </w:r>
          </w:p>
          <w:p w14:paraId="1DED8CD8" w14:textId="77777777" w:rsidR="004A6A1E" w:rsidRPr="000240B7" w:rsidRDefault="004A6A1E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47B28" w:rsidRPr="00B169DF" w14:paraId="6EE1F8E4" w14:textId="77777777" w:rsidTr="00795373">
        <w:tc>
          <w:tcPr>
            <w:tcW w:w="1701" w:type="dxa"/>
          </w:tcPr>
          <w:p w14:paraId="7F374B9C" w14:textId="77777777" w:rsidR="00E47B28" w:rsidRPr="00E47B28" w:rsidRDefault="00E47B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7B28">
              <w:rPr>
                <w:rFonts w:ascii="Corbel" w:hAnsi="Corbel"/>
                <w:b w:val="0"/>
                <w:szCs w:val="24"/>
              </w:rPr>
              <w:t>EK</w:t>
            </w:r>
            <w:r w:rsidRPr="00E47B28">
              <w:rPr>
                <w:rFonts w:ascii="Corbel" w:hAnsi="Corbel"/>
                <w:b w:val="0"/>
                <w:szCs w:val="24"/>
              </w:rPr>
              <w:softHyphen/>
              <w:t>_02</w:t>
            </w:r>
          </w:p>
        </w:tc>
        <w:tc>
          <w:tcPr>
            <w:tcW w:w="6096" w:type="dxa"/>
            <w:vAlign w:val="center"/>
          </w:tcPr>
          <w:p w14:paraId="075C8D5F" w14:textId="77777777" w:rsidR="00E47B28" w:rsidRPr="00F96B5F" w:rsidRDefault="00E47B28" w:rsidP="0090530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Omówi symptomy wybranych zaburzeń psychicznych osób niepełnoletnich </w:t>
            </w:r>
            <w:r w:rsidR="00DA14B1">
              <w:rPr>
                <w:rFonts w:ascii="Corbel" w:hAnsi="Corbel"/>
                <w:b w:val="0"/>
                <w:sz w:val="24"/>
                <w:szCs w:val="24"/>
              </w:rPr>
              <w:t>oraz możliwości terapii</w:t>
            </w:r>
          </w:p>
        </w:tc>
        <w:tc>
          <w:tcPr>
            <w:tcW w:w="1873" w:type="dxa"/>
          </w:tcPr>
          <w:p w14:paraId="04A825FF" w14:textId="77777777" w:rsidR="00E47B28" w:rsidRPr="000240B7" w:rsidRDefault="004A6A1E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K_W09</w:t>
            </w:r>
          </w:p>
          <w:p w14:paraId="41C648C1" w14:textId="77777777" w:rsidR="000240B7" w:rsidRPr="000240B7" w:rsidRDefault="000240B7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K_U04,</w:t>
            </w:r>
          </w:p>
        </w:tc>
      </w:tr>
      <w:tr w:rsidR="005124DD" w:rsidRPr="00B169DF" w14:paraId="6DC272A4" w14:textId="77777777" w:rsidTr="005E6E85">
        <w:tc>
          <w:tcPr>
            <w:tcW w:w="1701" w:type="dxa"/>
          </w:tcPr>
          <w:p w14:paraId="6E16286E" w14:textId="77777777" w:rsidR="005124DD" w:rsidRPr="0025444E" w:rsidRDefault="00E47B28">
            <w:r w:rsidRPr="0025444E">
              <w:rPr>
                <w:rFonts w:ascii="Corbel" w:hAnsi="Corbel"/>
                <w:szCs w:val="24"/>
              </w:rPr>
              <w:t>EK</w:t>
            </w:r>
            <w:r w:rsidRPr="0025444E">
              <w:rPr>
                <w:rFonts w:ascii="Corbel" w:hAnsi="Corbel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6319E97D" w14:textId="77777777" w:rsidR="005124DD" w:rsidRPr="003B3A21" w:rsidRDefault="00327550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Scharakteryzuje </w:t>
            </w:r>
            <w:r>
              <w:rPr>
                <w:rFonts w:ascii="Arial" w:hAnsi="Arial" w:cs="Arial"/>
              </w:rPr>
              <w:t>system opieki nad zdrowiem psychicznym dzieci</w:t>
            </w:r>
            <w:r>
              <w:t xml:space="preserve"> </w:t>
            </w:r>
            <w:r>
              <w:rPr>
                <w:rFonts w:ascii="Arial" w:hAnsi="Arial" w:cs="Arial"/>
              </w:rPr>
              <w:t>i młodzieży w Polsce</w:t>
            </w:r>
          </w:p>
        </w:tc>
        <w:tc>
          <w:tcPr>
            <w:tcW w:w="1873" w:type="dxa"/>
          </w:tcPr>
          <w:p w14:paraId="741F3F0B" w14:textId="77777777" w:rsidR="005124DD" w:rsidRPr="000240B7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40B7">
              <w:rPr>
                <w:rFonts w:ascii="Corbel" w:hAnsi="Corbel"/>
                <w:b w:val="0"/>
                <w:szCs w:val="24"/>
              </w:rPr>
              <w:t>K_W0</w:t>
            </w:r>
            <w:r w:rsidR="004A6A1E" w:rsidRPr="000240B7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5124DD" w:rsidRPr="00B169DF" w14:paraId="3ED52CCA" w14:textId="77777777" w:rsidTr="005E6E85">
        <w:tc>
          <w:tcPr>
            <w:tcW w:w="1701" w:type="dxa"/>
          </w:tcPr>
          <w:p w14:paraId="57B50246" w14:textId="77777777" w:rsidR="005124DD" w:rsidRPr="0025444E" w:rsidRDefault="006A7013">
            <w:r w:rsidRPr="0025444E">
              <w:rPr>
                <w:rFonts w:ascii="Corbel" w:hAnsi="Corbel"/>
                <w:szCs w:val="24"/>
              </w:rPr>
              <w:t>EK_04</w:t>
            </w:r>
          </w:p>
        </w:tc>
        <w:tc>
          <w:tcPr>
            <w:tcW w:w="6096" w:type="dxa"/>
          </w:tcPr>
          <w:p w14:paraId="56252BA4" w14:textId="77777777" w:rsidR="005124DD" w:rsidRPr="003B3A21" w:rsidRDefault="00547F5D" w:rsidP="002A02A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Arial" w:hAnsi="Arial" w:cs="Arial"/>
              </w:rPr>
              <w:t>R</w:t>
            </w:r>
            <w:r w:rsidR="002A02A6">
              <w:rPr>
                <w:rFonts w:ascii="Arial" w:hAnsi="Arial" w:cs="Arial"/>
              </w:rPr>
              <w:t>ozpozna</w:t>
            </w:r>
            <w:r w:rsidR="002874C8">
              <w:rPr>
                <w:rFonts w:ascii="Arial" w:hAnsi="Arial" w:cs="Arial"/>
              </w:rPr>
              <w:t xml:space="preserve"> objawy sugerujące problemy zdrowia psychicznego dzieci i młodzieży</w:t>
            </w:r>
            <w:r w:rsidR="003766EA">
              <w:rPr>
                <w:rFonts w:ascii="Arial" w:hAnsi="Arial" w:cs="Arial"/>
              </w:rPr>
              <w:t xml:space="preserve">, </w:t>
            </w:r>
            <w:r w:rsidR="002A02A6">
              <w:rPr>
                <w:rFonts w:ascii="Arial" w:hAnsi="Arial" w:cs="Arial"/>
              </w:rPr>
              <w:t>zaproponuje</w:t>
            </w:r>
            <w:r w:rsidR="00C604E4">
              <w:br/>
            </w:r>
            <w:r w:rsidR="00C604E4">
              <w:rPr>
                <w:rFonts w:ascii="Arial" w:hAnsi="Arial" w:cs="Arial"/>
              </w:rPr>
              <w:t xml:space="preserve">instytucje udzielające </w:t>
            </w:r>
            <w:r w:rsidR="003766EA">
              <w:rPr>
                <w:rFonts w:ascii="Arial" w:hAnsi="Arial" w:cs="Arial"/>
              </w:rPr>
              <w:t xml:space="preserve">specjalistycznej </w:t>
            </w:r>
            <w:r w:rsidR="00C604E4">
              <w:rPr>
                <w:rFonts w:ascii="Arial" w:hAnsi="Arial" w:cs="Arial"/>
              </w:rPr>
              <w:t>pomocy</w:t>
            </w:r>
            <w:r w:rsidR="00C604E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B082837" w14:textId="77777777" w:rsidR="00901B2A" w:rsidRPr="000240B7" w:rsidRDefault="00C97B16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  <w:p w14:paraId="32FBA690" w14:textId="77777777" w:rsidR="00C97B16" w:rsidRPr="000240B7" w:rsidRDefault="00C97B16" w:rsidP="00C97B16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14:paraId="7B31C165" w14:textId="77777777" w:rsidR="005124DD" w:rsidRPr="000240B7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24DD" w:rsidRPr="00B169DF" w14:paraId="187DA2DE" w14:textId="77777777" w:rsidTr="005E6E85">
        <w:tc>
          <w:tcPr>
            <w:tcW w:w="1701" w:type="dxa"/>
          </w:tcPr>
          <w:p w14:paraId="132406D8" w14:textId="77777777" w:rsidR="005124DD" w:rsidRPr="0025444E" w:rsidRDefault="002544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5444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5444E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68274E8E" w14:textId="49848FBB" w:rsidR="005124DD" w:rsidRPr="003B3A21" w:rsidRDefault="00BE33D3" w:rsidP="00503D9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Arial" w:hAnsi="Arial" w:cs="Arial"/>
              </w:rPr>
              <w:t>Wykaże</w:t>
            </w:r>
            <w:r w:rsidR="0025444E">
              <w:rPr>
                <w:rFonts w:ascii="Arial" w:hAnsi="Arial" w:cs="Arial"/>
              </w:rPr>
              <w:t xml:space="preserve"> gotowość </w:t>
            </w:r>
            <w:r w:rsidR="00C25331">
              <w:rPr>
                <w:rFonts w:ascii="Arial" w:hAnsi="Arial" w:cs="Arial"/>
              </w:rPr>
              <w:t xml:space="preserve">udzielenia wsparcia uczniom zmagającym się z zaburzeniami zdrowia psychicznego i </w:t>
            </w:r>
            <w:r w:rsidR="00503D90">
              <w:rPr>
                <w:rFonts w:ascii="Arial" w:hAnsi="Arial" w:cs="Arial"/>
              </w:rPr>
              <w:t>ich rodzicom</w:t>
            </w:r>
          </w:p>
        </w:tc>
        <w:tc>
          <w:tcPr>
            <w:tcW w:w="1873" w:type="dxa"/>
          </w:tcPr>
          <w:p w14:paraId="46FD7F5E" w14:textId="77777777" w:rsidR="000240B7" w:rsidRPr="000240B7" w:rsidRDefault="000240B7" w:rsidP="00024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0240B7">
              <w:rPr>
                <w:rFonts w:ascii="Corbel" w:hAnsi="Corbel" w:cs="TimesNewRomanPSMT"/>
                <w:b w:val="0"/>
                <w:szCs w:val="24"/>
                <w:lang w:eastAsia="pl-PL"/>
              </w:rPr>
              <w:t>K_K04</w:t>
            </w:r>
          </w:p>
          <w:p w14:paraId="060C1491" w14:textId="77777777" w:rsidR="005124DD" w:rsidRPr="000240B7" w:rsidRDefault="005124DD" w:rsidP="000240B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6DDEE39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08D6CD" w14:textId="77777777" w:rsidR="004C6AA3" w:rsidRDefault="004C6A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254500" w14:textId="77777777" w:rsidR="004C6AA3" w:rsidRPr="00B169DF" w:rsidRDefault="004C6AA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D4D243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14:paraId="24933633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3E92FE8C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14:paraId="21F09832" w14:textId="77777777" w:rsidTr="00820492">
        <w:tc>
          <w:tcPr>
            <w:tcW w:w="10065" w:type="dxa"/>
          </w:tcPr>
          <w:p w14:paraId="283C074B" w14:textId="77777777"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23897495" w14:textId="77777777" w:rsidTr="00820492">
        <w:tc>
          <w:tcPr>
            <w:tcW w:w="10065" w:type="dxa"/>
          </w:tcPr>
          <w:p w14:paraId="260B88BD" w14:textId="77777777" w:rsidR="0085747A" w:rsidRPr="004C6AA3" w:rsidRDefault="001E39FF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 xml:space="preserve">Zdrowie </w:t>
            </w:r>
            <w:r w:rsidR="004D1894" w:rsidRPr="004C6AA3">
              <w:rPr>
                <w:rFonts w:ascii="Corbel" w:hAnsi="Corbel"/>
                <w:sz w:val="24"/>
                <w:szCs w:val="24"/>
              </w:rPr>
              <w:t xml:space="preserve">psychiczne, definicja, </w:t>
            </w:r>
            <w:r w:rsidRPr="004C6AA3">
              <w:rPr>
                <w:rFonts w:ascii="Corbel" w:hAnsi="Corbel"/>
                <w:sz w:val="24"/>
                <w:szCs w:val="24"/>
              </w:rPr>
              <w:t>wskaźniki</w:t>
            </w:r>
            <w:r w:rsidR="004D1894" w:rsidRPr="004C6AA3">
              <w:rPr>
                <w:rFonts w:ascii="Corbel" w:hAnsi="Corbel"/>
                <w:sz w:val="24"/>
                <w:szCs w:val="24"/>
              </w:rPr>
              <w:t xml:space="preserve"> świadczące o dobrym zdrowiu psychicznym dzieci i młodzieży</w:t>
            </w:r>
          </w:p>
        </w:tc>
      </w:tr>
      <w:tr w:rsidR="004D1894" w:rsidRPr="00B169DF" w14:paraId="19D06FF4" w14:textId="77777777" w:rsidTr="00820492">
        <w:tc>
          <w:tcPr>
            <w:tcW w:w="10065" w:type="dxa"/>
          </w:tcPr>
          <w:p w14:paraId="6B4A3B43" w14:textId="77777777" w:rsidR="00A90C18" w:rsidRPr="004C6AA3" w:rsidRDefault="00012F00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>Biologiczne i psychospołeczne p</w:t>
            </w:r>
            <w:r w:rsidR="00372EDF" w:rsidRPr="004C6AA3">
              <w:rPr>
                <w:rFonts w:ascii="Corbel" w:hAnsi="Corbel"/>
                <w:sz w:val="24"/>
                <w:szCs w:val="24"/>
              </w:rPr>
              <w:t>redykatory zaburzeń psychicznych osób niepełnoletnich</w:t>
            </w:r>
          </w:p>
        </w:tc>
      </w:tr>
      <w:tr w:rsidR="00A90C18" w:rsidRPr="00B169DF" w14:paraId="46C287E0" w14:textId="77777777" w:rsidTr="00820492">
        <w:tc>
          <w:tcPr>
            <w:tcW w:w="10065" w:type="dxa"/>
          </w:tcPr>
          <w:p w14:paraId="6C63ABCB" w14:textId="77777777" w:rsidR="00A90C18" w:rsidRPr="004C6AA3" w:rsidRDefault="00A90C18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>Kondycja psychiczna dzieci i młodzieży w dobie pandemii COVID-19 oraz wojny w Ukrainie</w:t>
            </w:r>
          </w:p>
        </w:tc>
      </w:tr>
      <w:tr w:rsidR="0091115C" w:rsidRPr="00B169DF" w14:paraId="4634D6E4" w14:textId="77777777" w:rsidTr="00820492">
        <w:tc>
          <w:tcPr>
            <w:tcW w:w="10065" w:type="dxa"/>
          </w:tcPr>
          <w:p w14:paraId="2FE38367" w14:textId="77777777" w:rsidR="0091115C" w:rsidRPr="004C6AA3" w:rsidRDefault="0091115C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lastRenderedPageBreak/>
              <w:t>Czynniki wspierające zdrowie psychiczne dzieci i młodzieży</w:t>
            </w:r>
          </w:p>
        </w:tc>
      </w:tr>
      <w:tr w:rsidR="00DD61D9" w:rsidRPr="00B169DF" w14:paraId="41C5A65D" w14:textId="77777777" w:rsidTr="00820492">
        <w:tc>
          <w:tcPr>
            <w:tcW w:w="10065" w:type="dxa"/>
          </w:tcPr>
          <w:p w14:paraId="7424C5D0" w14:textId="77777777" w:rsidR="00DD61D9" w:rsidRPr="004C6AA3" w:rsidRDefault="00335BAA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 w:cs="Arial"/>
                <w:sz w:val="24"/>
                <w:szCs w:val="24"/>
              </w:rPr>
              <w:t>Charakterystyka najczęstszych zaburzeń zdrowia</w:t>
            </w:r>
            <w:r w:rsidR="00012F00" w:rsidRPr="004C6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C6AA3">
              <w:rPr>
                <w:rFonts w:ascii="Corbel" w:hAnsi="Corbel" w:cs="Arial"/>
                <w:sz w:val="24"/>
                <w:szCs w:val="24"/>
              </w:rPr>
              <w:t>psychicznego dzieci i młodzieży</w:t>
            </w:r>
            <w:r w:rsidR="00292055" w:rsidRPr="004C6AA3">
              <w:rPr>
                <w:rFonts w:ascii="Corbel" w:hAnsi="Corbel" w:cs="Arial"/>
                <w:sz w:val="24"/>
                <w:szCs w:val="24"/>
              </w:rPr>
              <w:t xml:space="preserve"> (</w:t>
            </w:r>
            <w:r w:rsidR="00292055" w:rsidRPr="004C6AA3">
              <w:rPr>
                <w:rFonts w:ascii="Corbel" w:hAnsi="Corbel"/>
                <w:sz w:val="24"/>
                <w:szCs w:val="24"/>
              </w:rPr>
              <w:t>zaburzenia neurorozwojowe, zaburzenia emocjonalne i związane ze stresem, zaburzenia nastroju</w:t>
            </w:r>
            <w:r w:rsidR="00F400A5" w:rsidRPr="004C6AA3">
              <w:rPr>
                <w:rFonts w:ascii="Corbel" w:hAnsi="Corbel"/>
                <w:sz w:val="24"/>
                <w:szCs w:val="24"/>
              </w:rPr>
              <w:t>,</w:t>
            </w:r>
            <w:r w:rsidR="00292055" w:rsidRPr="004C6AA3">
              <w:rPr>
                <w:rFonts w:ascii="Corbel" w:hAnsi="Corbel"/>
                <w:sz w:val="24"/>
                <w:szCs w:val="24"/>
              </w:rPr>
              <w:t xml:space="preserve"> </w:t>
            </w:r>
            <w:r w:rsidR="00F400A5" w:rsidRPr="004C6AA3">
              <w:rPr>
                <w:rFonts w:ascii="Corbel" w:hAnsi="Corbel"/>
                <w:sz w:val="24"/>
                <w:szCs w:val="24"/>
              </w:rPr>
              <w:t xml:space="preserve">spektrum schizofrenii i inne zaburzenia psychotyczne, </w:t>
            </w:r>
            <w:r w:rsidR="004C6AA3" w:rsidRPr="004C6AA3">
              <w:rPr>
                <w:rFonts w:ascii="Corbel" w:hAnsi="Corbel"/>
                <w:sz w:val="24"/>
                <w:szCs w:val="24"/>
              </w:rPr>
              <w:t>z</w:t>
            </w:r>
            <w:r w:rsidR="00F400A5" w:rsidRPr="004C6AA3">
              <w:rPr>
                <w:rFonts w:ascii="Corbel" w:hAnsi="Corbel"/>
                <w:sz w:val="24"/>
                <w:szCs w:val="24"/>
              </w:rPr>
              <w:t>aburzenia psychiczne związane z kontekstem społecznym)</w:t>
            </w:r>
          </w:p>
        </w:tc>
      </w:tr>
      <w:tr w:rsidR="00136C53" w:rsidRPr="00B169DF" w14:paraId="5470C975" w14:textId="77777777" w:rsidTr="00820492">
        <w:tc>
          <w:tcPr>
            <w:tcW w:w="10065" w:type="dxa"/>
          </w:tcPr>
          <w:p w14:paraId="568C038B" w14:textId="77777777" w:rsidR="00136C53" w:rsidRPr="004C6AA3" w:rsidRDefault="005921EC" w:rsidP="00E04679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/>
                <w:sz w:val="24"/>
                <w:szCs w:val="24"/>
              </w:rPr>
              <w:t>Terapia zaburzeń psychicznych u dzieci i młodzieży</w:t>
            </w:r>
          </w:p>
        </w:tc>
      </w:tr>
      <w:tr w:rsidR="0043543C" w:rsidRPr="00B169DF" w14:paraId="7E5ABB61" w14:textId="77777777" w:rsidTr="00820492">
        <w:tc>
          <w:tcPr>
            <w:tcW w:w="10065" w:type="dxa"/>
          </w:tcPr>
          <w:p w14:paraId="05ED5ECE" w14:textId="77777777" w:rsidR="0043543C" w:rsidRPr="004C6AA3" w:rsidRDefault="00283179" w:rsidP="00E04679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C6AA3">
              <w:rPr>
                <w:rFonts w:ascii="Corbel" w:hAnsi="Corbel" w:cs="Arial"/>
                <w:sz w:val="24"/>
                <w:szCs w:val="24"/>
              </w:rPr>
              <w:t>System opieki nad zdrowiem psychicznym dzieci</w:t>
            </w:r>
            <w:r w:rsidRPr="004C6AA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C6AA3">
              <w:rPr>
                <w:rFonts w:ascii="Corbel" w:hAnsi="Corbel" w:cs="Arial"/>
                <w:sz w:val="24"/>
                <w:szCs w:val="24"/>
              </w:rPr>
              <w:t>i młodzieży w Polsce</w:t>
            </w:r>
          </w:p>
        </w:tc>
      </w:tr>
    </w:tbl>
    <w:p w14:paraId="79D3816E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2194947" w14:textId="77777777"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1D0D6C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898BFE6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7A3FF609" w14:textId="77777777" w:rsidTr="00923D7D">
        <w:tc>
          <w:tcPr>
            <w:tcW w:w="9639" w:type="dxa"/>
          </w:tcPr>
          <w:p w14:paraId="1706C854" w14:textId="77777777"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4D0E6966" w14:textId="77777777" w:rsidTr="00923D7D">
        <w:tc>
          <w:tcPr>
            <w:tcW w:w="9639" w:type="dxa"/>
          </w:tcPr>
          <w:p w14:paraId="02CEA7F7" w14:textId="77777777" w:rsidR="007A406D" w:rsidRPr="001310A9" w:rsidRDefault="000E2D9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 w:cs="Arial"/>
                <w:sz w:val="24"/>
                <w:szCs w:val="24"/>
              </w:rPr>
              <w:t>Rozpowszechnienie zaburzeń zdrowia psychicznego</w:t>
            </w:r>
            <w:r w:rsidRPr="001310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310A9">
              <w:rPr>
                <w:rFonts w:ascii="Corbel" w:hAnsi="Corbel" w:cs="Arial"/>
                <w:sz w:val="24"/>
                <w:szCs w:val="24"/>
              </w:rPr>
              <w:t>dzieci i młodzieży w Polsce</w:t>
            </w:r>
          </w:p>
        </w:tc>
      </w:tr>
      <w:tr w:rsidR="00CB7F2B" w:rsidRPr="00B169DF" w14:paraId="3BE2D619" w14:textId="77777777" w:rsidTr="00435C37">
        <w:trPr>
          <w:trHeight w:val="409"/>
        </w:trPr>
        <w:tc>
          <w:tcPr>
            <w:tcW w:w="9639" w:type="dxa"/>
          </w:tcPr>
          <w:p w14:paraId="3CEE5083" w14:textId="77777777" w:rsidR="00CB7F2B" w:rsidRPr="001310A9" w:rsidRDefault="008A140A" w:rsidP="00AF7CD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Wybrane</w:t>
            </w:r>
            <w:r w:rsidR="00501AF2" w:rsidRPr="001310A9">
              <w:rPr>
                <w:rFonts w:ascii="Corbel" w:hAnsi="Corbel"/>
                <w:sz w:val="24"/>
                <w:szCs w:val="24"/>
              </w:rPr>
              <w:t>, współczesne</w:t>
            </w:r>
            <w:r w:rsidRPr="001310A9">
              <w:rPr>
                <w:rFonts w:ascii="Corbel" w:hAnsi="Corbel"/>
                <w:sz w:val="24"/>
                <w:szCs w:val="24"/>
              </w:rPr>
              <w:t xml:space="preserve"> problemy zdrowia psychicznego dzieci i młodzieży</w:t>
            </w:r>
            <w:r w:rsidR="00501AF2" w:rsidRPr="001310A9">
              <w:rPr>
                <w:rFonts w:ascii="Corbel" w:hAnsi="Corbel"/>
                <w:sz w:val="24"/>
                <w:szCs w:val="24"/>
              </w:rPr>
              <w:t>:</w:t>
            </w:r>
          </w:p>
          <w:p w14:paraId="1D9395FF" w14:textId="77777777" w:rsidR="00024CF1" w:rsidRPr="001310A9" w:rsidRDefault="00024CF1" w:rsidP="00501AF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zaburzenia lękowe</w:t>
            </w:r>
            <w:r w:rsidR="00EE6F37">
              <w:rPr>
                <w:rFonts w:ascii="Corbel" w:hAnsi="Corbel"/>
                <w:sz w:val="24"/>
                <w:szCs w:val="24"/>
              </w:rPr>
              <w:t>,</w:t>
            </w:r>
          </w:p>
          <w:p w14:paraId="41EE1A66" w14:textId="77777777" w:rsidR="009E00E2" w:rsidRPr="001310A9" w:rsidRDefault="009E00E2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zespół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nadpobudliwości psychoruchowej,</w:t>
            </w:r>
          </w:p>
          <w:p w14:paraId="66778ED3" w14:textId="77777777" w:rsidR="00EE6F37" w:rsidRDefault="009E00E2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zaburzenia ze spektrum autyzmu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="00EE6F37" w:rsidRPr="001310A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3AF1157" w14:textId="77777777" w:rsidR="009E00E2" w:rsidRPr="001310A9" w:rsidRDefault="00EE6F37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depresyjność, depresja</w:t>
            </w:r>
          </w:p>
          <w:p w14:paraId="3E390488" w14:textId="77777777" w:rsidR="001310A9" w:rsidRPr="001310A9" w:rsidRDefault="001310A9" w:rsidP="009E00E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d</w:t>
            </w:r>
            <w:r w:rsidRPr="009E00E2">
              <w:rPr>
                <w:rFonts w:ascii="Corbel" w:eastAsia="Times New Roman" w:hAnsi="Corbel"/>
                <w:sz w:val="24"/>
                <w:szCs w:val="24"/>
                <w:lang w:eastAsia="pl-PL"/>
              </w:rPr>
              <w:t>estrukcyjne zaburzenia zachowania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</w:p>
          <w:p w14:paraId="2C6FABA6" w14:textId="77777777" w:rsidR="00E40706" w:rsidRPr="001310A9" w:rsidRDefault="001310A9" w:rsidP="00501AF2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>z</w:t>
            </w:r>
            <w:r w:rsidRPr="009E00E2">
              <w:rPr>
                <w:rFonts w:ascii="Corbel" w:eastAsia="Times New Roman" w:hAnsi="Corbel"/>
                <w:sz w:val="24"/>
                <w:szCs w:val="24"/>
                <w:lang w:eastAsia="pl-PL"/>
              </w:rPr>
              <w:t>aburzenia spowodowane używaniem substancji psychoaktywnych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,</w:t>
            </w:r>
            <w:r w:rsidRPr="009E00E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5318DBC4" w14:textId="77777777" w:rsidR="00EE6F37" w:rsidRPr="00EE6F37" w:rsidRDefault="001310A9" w:rsidP="00EE6F3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zaburzenia spowodowane uzależnieniem od </w:t>
            </w:r>
            <w:r w:rsidR="00EE6F37">
              <w:rPr>
                <w:rFonts w:ascii="Corbel" w:eastAsia="Times New Roman" w:hAnsi="Corbel"/>
                <w:sz w:val="24"/>
                <w:szCs w:val="24"/>
                <w:lang w:eastAsia="pl-PL"/>
              </w:rPr>
              <w:t>Internetu,</w:t>
            </w:r>
          </w:p>
          <w:p w14:paraId="7BB3CD95" w14:textId="77777777" w:rsidR="009E00E2" w:rsidRPr="00EE6F37" w:rsidRDefault="00024CF1" w:rsidP="00EE6F37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z</w:t>
            </w:r>
            <w:r w:rsidR="00501AF2" w:rsidRPr="001310A9">
              <w:rPr>
                <w:rFonts w:ascii="Corbel" w:hAnsi="Corbel"/>
                <w:sz w:val="24"/>
                <w:szCs w:val="24"/>
              </w:rPr>
              <w:t>aburzenia odżywiania</w:t>
            </w:r>
          </w:p>
        </w:tc>
      </w:tr>
      <w:tr w:rsidR="00501AF2" w:rsidRPr="00B169DF" w14:paraId="0E18EAD3" w14:textId="77777777" w:rsidTr="00923D7D">
        <w:tc>
          <w:tcPr>
            <w:tcW w:w="9639" w:type="dxa"/>
          </w:tcPr>
          <w:p w14:paraId="083C586C" w14:textId="77777777" w:rsidR="00501AF2" w:rsidRPr="001310A9" w:rsidRDefault="00501AF2" w:rsidP="0062798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Rola rodziny w profilaktyce i terapii zaburzeń psychicznych dzieci i młodzieży</w:t>
            </w:r>
          </w:p>
        </w:tc>
      </w:tr>
      <w:tr w:rsidR="00501AF2" w:rsidRPr="00B169DF" w14:paraId="19BD9244" w14:textId="77777777" w:rsidTr="00923D7D">
        <w:tc>
          <w:tcPr>
            <w:tcW w:w="9639" w:type="dxa"/>
          </w:tcPr>
          <w:p w14:paraId="6CF54DFB" w14:textId="77777777" w:rsidR="00501AF2" w:rsidRPr="001310A9" w:rsidRDefault="00501AF2" w:rsidP="00627982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0A9">
              <w:rPr>
                <w:rFonts w:ascii="Corbel" w:hAnsi="Corbel"/>
                <w:sz w:val="24"/>
                <w:szCs w:val="24"/>
              </w:rPr>
              <w:t>Ochrona zdrowia psychicznego ucznia</w:t>
            </w:r>
            <w:r w:rsidR="00EE6F37">
              <w:rPr>
                <w:rFonts w:ascii="Corbel" w:hAnsi="Corbel"/>
                <w:sz w:val="24"/>
                <w:szCs w:val="24"/>
              </w:rPr>
              <w:t xml:space="preserve"> w szkole</w:t>
            </w:r>
          </w:p>
        </w:tc>
      </w:tr>
    </w:tbl>
    <w:p w14:paraId="18A10CC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72F79D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14:paraId="5692486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EFA54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8A562AD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14:paraId="3BC7494F" w14:textId="77777777"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75439F5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40592D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14:paraId="30A9DFC7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FA9341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AF02D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3D29E818" w14:textId="77777777" w:rsidTr="00C05F44">
        <w:tc>
          <w:tcPr>
            <w:tcW w:w="1985" w:type="dxa"/>
            <w:vAlign w:val="center"/>
          </w:tcPr>
          <w:p w14:paraId="7B00496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50C6B9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887D61F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2E366E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DEB0BA0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BCB" w:rsidRPr="00B169DF" w14:paraId="363479B0" w14:textId="77777777" w:rsidTr="00C05F44">
        <w:tc>
          <w:tcPr>
            <w:tcW w:w="1985" w:type="dxa"/>
          </w:tcPr>
          <w:p w14:paraId="0BB9BB03" w14:textId="77777777"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6F4810D8" w14:textId="77777777"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</w:p>
        </w:tc>
        <w:tc>
          <w:tcPr>
            <w:tcW w:w="2126" w:type="dxa"/>
          </w:tcPr>
          <w:p w14:paraId="3ABB157F" w14:textId="77777777"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61BCB" w:rsidRPr="00B169DF" w14:paraId="183D810C" w14:textId="77777777" w:rsidTr="00C05F44">
        <w:tc>
          <w:tcPr>
            <w:tcW w:w="1985" w:type="dxa"/>
          </w:tcPr>
          <w:p w14:paraId="162D1288" w14:textId="77777777" w:rsidR="00961BCB" w:rsidRDefault="00961BCB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14:paraId="5A2CAAB8" w14:textId="77777777" w:rsidR="00961BCB" w:rsidRPr="003B3A21" w:rsidRDefault="00530789" w:rsidP="0053078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kolokwium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, </w:t>
            </w:r>
            <w:r w:rsidR="00961BCB"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14:paraId="7E9E4156" w14:textId="77777777"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w, ćw</w:t>
            </w:r>
          </w:p>
        </w:tc>
      </w:tr>
      <w:tr w:rsidR="00530789" w:rsidRPr="00B169DF" w14:paraId="58CB14EC" w14:textId="77777777" w:rsidTr="00C05F44">
        <w:tc>
          <w:tcPr>
            <w:tcW w:w="1985" w:type="dxa"/>
          </w:tcPr>
          <w:p w14:paraId="0A8C6621" w14:textId="77777777" w:rsidR="00530789" w:rsidRDefault="00530789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14:paraId="4736BF61" w14:textId="77777777" w:rsidR="00530789" w:rsidRDefault="00530789">
            <w:r w:rsidRPr="003920CB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3920CB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14:paraId="1A58B958" w14:textId="77777777" w:rsidR="00530789" w:rsidRPr="00CF49A4" w:rsidRDefault="00530789" w:rsidP="008100D4">
            <w:pPr>
              <w:jc w:val="center"/>
              <w:rPr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W, </w:t>
            </w: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530789" w:rsidRPr="00B169DF" w14:paraId="14B1AE6E" w14:textId="77777777" w:rsidTr="00C05F44">
        <w:tc>
          <w:tcPr>
            <w:tcW w:w="1985" w:type="dxa"/>
          </w:tcPr>
          <w:p w14:paraId="01EE852B" w14:textId="77777777" w:rsidR="00530789" w:rsidRPr="00B169DF" w:rsidRDefault="00530789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14:paraId="36777785" w14:textId="77777777" w:rsidR="00530789" w:rsidRDefault="00530789">
            <w:r w:rsidRPr="003920CB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3920CB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14:paraId="20310C4D" w14:textId="77777777" w:rsidR="00530789" w:rsidRPr="00CF49A4" w:rsidRDefault="00530789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530789" w:rsidRPr="00B169DF" w14:paraId="69DE49C6" w14:textId="77777777" w:rsidTr="00C05F44">
        <w:tc>
          <w:tcPr>
            <w:tcW w:w="1985" w:type="dxa"/>
          </w:tcPr>
          <w:p w14:paraId="7F7D7E3C" w14:textId="77777777" w:rsidR="00530789" w:rsidRPr="00B169DF" w:rsidRDefault="00530789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14:paraId="0C60C08E" w14:textId="77777777" w:rsidR="00530789" w:rsidRDefault="00530789">
            <w:r w:rsidRPr="003920CB">
              <w:rPr>
                <w:rFonts w:ascii="Corbel" w:hAnsi="Corbel"/>
                <w:color w:val="000000"/>
                <w:sz w:val="24"/>
                <w:szCs w:val="24"/>
              </w:rPr>
              <w:t xml:space="preserve">kolokwium, </w:t>
            </w:r>
            <w:r w:rsidRPr="003920CB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</w:p>
        </w:tc>
        <w:tc>
          <w:tcPr>
            <w:tcW w:w="2126" w:type="dxa"/>
          </w:tcPr>
          <w:p w14:paraId="76C7CBB1" w14:textId="77777777" w:rsidR="00530789" w:rsidRPr="00CF49A4" w:rsidRDefault="00530789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14:paraId="0FC1102B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95EFEC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14:paraId="1F223AAE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3E880CF" w14:textId="77777777" w:rsidTr="00923D7D">
        <w:tc>
          <w:tcPr>
            <w:tcW w:w="9670" w:type="dxa"/>
          </w:tcPr>
          <w:p w14:paraId="7F31E81E" w14:textId="77777777" w:rsidR="00FD0CD3" w:rsidRPr="003B3A21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pozytywne oceny z kolokwiów, </w:t>
            </w:r>
          </w:p>
          <w:p w14:paraId="38A2CEF8" w14:textId="77777777"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14:paraId="58EAD489" w14:textId="77777777" w:rsidR="0085747A" w:rsidRPr="00B169DF" w:rsidRDefault="00BE390A" w:rsidP="00CB7F2B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pozytywna 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56917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9A2546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38CA6AB" w14:textId="77777777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E2D140" w14:textId="77777777"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19826A15" w14:textId="77777777"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14:paraId="4E289462" w14:textId="77777777" w:rsidTr="00AF7CD2">
        <w:tc>
          <w:tcPr>
            <w:tcW w:w="4962" w:type="dxa"/>
            <w:vAlign w:val="center"/>
          </w:tcPr>
          <w:p w14:paraId="3B2C5569" w14:textId="77777777"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ED57650" w14:textId="77777777"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14:paraId="0152441E" w14:textId="77777777" w:rsidTr="00AF7CD2">
        <w:tc>
          <w:tcPr>
            <w:tcW w:w="4962" w:type="dxa"/>
          </w:tcPr>
          <w:p w14:paraId="05D14BB9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9529CB2" w14:textId="77777777" w:rsidR="00646FCE" w:rsidRPr="00E817C4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30</w:t>
            </w:r>
          </w:p>
        </w:tc>
      </w:tr>
      <w:tr w:rsidR="00646FCE" w:rsidRPr="009C54AE" w14:paraId="06BEF0F2" w14:textId="77777777" w:rsidTr="00AF7CD2">
        <w:tc>
          <w:tcPr>
            <w:tcW w:w="4962" w:type="dxa"/>
          </w:tcPr>
          <w:p w14:paraId="4C0BD225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14:paraId="7C89A576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14:paraId="479DAB3C" w14:textId="77777777" w:rsidR="00646FCE" w:rsidRPr="00E817C4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1</w:t>
            </w:r>
          </w:p>
        </w:tc>
      </w:tr>
      <w:tr w:rsidR="00646FCE" w:rsidRPr="009C54AE" w14:paraId="1A489560" w14:textId="77777777" w:rsidTr="00AF7CD2">
        <w:tc>
          <w:tcPr>
            <w:tcW w:w="4962" w:type="dxa"/>
          </w:tcPr>
          <w:p w14:paraId="662E26B7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studiowanie literatury</w:t>
            </w:r>
          </w:p>
        </w:tc>
        <w:tc>
          <w:tcPr>
            <w:tcW w:w="4677" w:type="dxa"/>
          </w:tcPr>
          <w:p w14:paraId="13901A2B" w14:textId="77777777" w:rsidR="00646FCE" w:rsidRPr="00E817C4" w:rsidRDefault="00A0427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13</w:t>
            </w:r>
          </w:p>
        </w:tc>
      </w:tr>
      <w:tr w:rsidR="00646FCE" w:rsidRPr="009C54AE" w14:paraId="79638292" w14:textId="77777777" w:rsidTr="00AF7CD2">
        <w:tc>
          <w:tcPr>
            <w:tcW w:w="4962" w:type="dxa"/>
          </w:tcPr>
          <w:p w14:paraId="6D974EBA" w14:textId="77777777" w:rsidR="00646FCE" w:rsidRPr="00E80A3A" w:rsidRDefault="00646FCE" w:rsidP="00A04271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 xml:space="preserve">przygotowywanie prac projektowych </w:t>
            </w:r>
          </w:p>
        </w:tc>
        <w:tc>
          <w:tcPr>
            <w:tcW w:w="4677" w:type="dxa"/>
          </w:tcPr>
          <w:p w14:paraId="60B42104" w14:textId="77777777" w:rsidR="00646FCE" w:rsidRPr="00E817C4" w:rsidRDefault="00E817C4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6</w:t>
            </w:r>
          </w:p>
        </w:tc>
      </w:tr>
      <w:tr w:rsidR="00646FCE" w:rsidRPr="009C54AE" w14:paraId="1B6C365C" w14:textId="77777777" w:rsidTr="00AF7CD2">
        <w:tc>
          <w:tcPr>
            <w:tcW w:w="4962" w:type="dxa"/>
          </w:tcPr>
          <w:p w14:paraId="79951F5C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14:paraId="68E1043B" w14:textId="77777777" w:rsidR="00646FCE" w:rsidRPr="00E817C4" w:rsidRDefault="00014662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2</w:t>
            </w:r>
            <w:r w:rsidR="00E817C4" w:rsidRPr="00E817C4">
              <w:rPr>
                <w:rFonts w:ascii="Corbel" w:hAnsi="Corbel"/>
              </w:rPr>
              <w:t>5</w:t>
            </w:r>
          </w:p>
        </w:tc>
      </w:tr>
      <w:tr w:rsidR="00646FCE" w:rsidRPr="009C54AE" w14:paraId="4D121433" w14:textId="77777777" w:rsidTr="00AF7CD2">
        <w:tc>
          <w:tcPr>
            <w:tcW w:w="4962" w:type="dxa"/>
          </w:tcPr>
          <w:p w14:paraId="216E229E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1932CDE9" w14:textId="77777777" w:rsidR="00646FCE" w:rsidRPr="00E817C4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17C4">
              <w:rPr>
                <w:rFonts w:ascii="Corbel" w:hAnsi="Corbel"/>
              </w:rPr>
              <w:t>75</w:t>
            </w:r>
          </w:p>
        </w:tc>
      </w:tr>
      <w:tr w:rsidR="00646FCE" w:rsidRPr="009C54AE" w14:paraId="7B84AF4B" w14:textId="77777777" w:rsidTr="00AF7CD2">
        <w:tc>
          <w:tcPr>
            <w:tcW w:w="4962" w:type="dxa"/>
          </w:tcPr>
          <w:p w14:paraId="499DB6FA" w14:textId="77777777"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4281757A" w14:textId="77777777" w:rsidR="00646FCE" w:rsidRPr="00E80A3A" w:rsidRDefault="00B34773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</w:p>
        </w:tc>
      </w:tr>
    </w:tbl>
    <w:p w14:paraId="2C45D89E" w14:textId="77777777"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0E93EF5B" w14:textId="77777777"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5C5234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58AB4BF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0F96A451" w14:textId="77777777" w:rsidTr="0071620A">
        <w:trPr>
          <w:trHeight w:val="397"/>
        </w:trPr>
        <w:tc>
          <w:tcPr>
            <w:tcW w:w="3544" w:type="dxa"/>
          </w:tcPr>
          <w:p w14:paraId="3E8D74C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3C6E045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6AC074A5" w14:textId="77777777" w:rsidTr="0071620A">
        <w:trPr>
          <w:trHeight w:val="397"/>
        </w:trPr>
        <w:tc>
          <w:tcPr>
            <w:tcW w:w="3544" w:type="dxa"/>
          </w:tcPr>
          <w:p w14:paraId="212A647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5CBCB6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447D8BF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530C6E" w14:textId="77777777"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41080F3" w14:textId="77777777"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2FAB7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14:paraId="47D1E61F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14:paraId="75CE444F" w14:textId="77777777" w:rsidTr="008051C0">
        <w:trPr>
          <w:trHeight w:val="397"/>
        </w:trPr>
        <w:tc>
          <w:tcPr>
            <w:tcW w:w="9072" w:type="dxa"/>
          </w:tcPr>
          <w:p w14:paraId="5A7610B2" w14:textId="77777777" w:rsidR="0085747A" w:rsidRDefault="00300C6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br w:type="page"/>
            </w:r>
            <w:r w:rsidR="0085747A"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6B69E8" w14:textId="77777777" w:rsidR="00402B34" w:rsidRDefault="00402B3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CAE309" w14:textId="77777777" w:rsidR="00402B34" w:rsidRPr="00035352" w:rsidRDefault="00A86B4F" w:rsidP="006141EC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>
              <w:fldChar w:fldCharType="begin"/>
            </w:r>
            <w:r w:rsidR="00402B34">
              <w:instrText xml:space="preserve"> ADDIN ZOTERO_BIBL {"uncited":[],"omitted":[],"custom":[]} CSL_BIBLIOGRAPHY </w:instrText>
            </w:r>
            <w:r>
              <w:fldChar w:fldCharType="separate"/>
            </w:r>
            <w:r w:rsidR="00402B34" w:rsidRPr="00035352">
              <w:rPr>
                <w:rFonts w:cs="Calibri"/>
              </w:rPr>
              <w:t>Gmitrowicz, A., Janas-Kozik, M. (Eds.), 2018. Zaburzenia psychiczne dzieci i młodzieży. Medical Tribune Polska, Warszawa.</w:t>
            </w:r>
          </w:p>
          <w:p w14:paraId="7774D6EA" w14:textId="77777777" w:rsidR="00402B34" w:rsidRDefault="00402B34" w:rsidP="006141EC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Popielarska, A., Popielarska, M. (Eds.), 2000. Psychiatria wieku rozwojowego, Wyd. 3 zm. i uzup. ed. Wydaw. Lekarskie PZWL, Warszawa.</w:t>
            </w:r>
          </w:p>
          <w:p w14:paraId="5865B895" w14:textId="77777777" w:rsidR="00020594" w:rsidRPr="00B21523" w:rsidRDefault="00020594" w:rsidP="00020594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 w:rsidRPr="00B21523">
              <w:rPr>
                <w:rFonts w:cs="Calibri"/>
              </w:rPr>
              <w:t>Remberk, B. (Ed.), 2020. Zaburzenia psychiczne u dzieci i młodzieży, Wydanie I. ed. PZWL Wydawnictwo Lekarskie, Warszawa.</w:t>
            </w:r>
          </w:p>
          <w:p w14:paraId="5167036B" w14:textId="77777777" w:rsidR="00402B34" w:rsidRPr="00035352" w:rsidRDefault="00402B34" w:rsidP="00020594">
            <w:pPr>
              <w:pStyle w:val="Bibliografia"/>
              <w:numPr>
                <w:ilvl w:val="0"/>
                <w:numId w:val="9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Szymańska, J., 2014. Ochrona zdrowia psychicznego dzieci i młodzieży w szkole.</w:t>
            </w:r>
          </w:p>
          <w:p w14:paraId="77FB1129" w14:textId="77777777" w:rsidR="00646FCE" w:rsidRPr="00B169DF" w:rsidRDefault="00A86B4F" w:rsidP="006141EC">
            <w:pPr>
              <w:spacing w:after="0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</w:p>
        </w:tc>
      </w:tr>
      <w:tr w:rsidR="0085747A" w:rsidRPr="00B169DF" w14:paraId="0CE959AC" w14:textId="77777777" w:rsidTr="008051C0">
        <w:trPr>
          <w:trHeight w:val="397"/>
        </w:trPr>
        <w:tc>
          <w:tcPr>
            <w:tcW w:w="9072" w:type="dxa"/>
          </w:tcPr>
          <w:p w14:paraId="051F72A1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27D3B92" w14:textId="77777777" w:rsidR="00402B34" w:rsidRPr="00035352" w:rsidRDefault="00402B34" w:rsidP="006141EC">
            <w:pPr>
              <w:pStyle w:val="Bibliografia"/>
              <w:numPr>
                <w:ilvl w:val="0"/>
                <w:numId w:val="8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Fundacja Dajmy Dzieciom Siłę, 2022. Dzieci się liczą 2022 Raport o zagrożeniach bezpieczeństwa i rozwoju dzieci w Polsce. Fundacja Dajmy Dzieciom Siłę.</w:t>
            </w:r>
          </w:p>
          <w:p w14:paraId="3963028B" w14:textId="77777777" w:rsidR="00402B34" w:rsidRPr="00035352" w:rsidRDefault="00402B34" w:rsidP="006141EC">
            <w:pPr>
              <w:pStyle w:val="Bibliografia"/>
              <w:numPr>
                <w:ilvl w:val="0"/>
                <w:numId w:val="8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Majewicz, P., Sikorski, J., 2021. Wsparcie i orga</w:t>
            </w:r>
            <w:r w:rsidR="00020594">
              <w:rPr>
                <w:rFonts w:cs="Calibri"/>
              </w:rPr>
              <w:t xml:space="preserve">nizacja pomocy psychologiczno- </w:t>
            </w:r>
            <w:r w:rsidRPr="00035352">
              <w:rPr>
                <w:rFonts w:cs="Calibri"/>
              </w:rPr>
              <w:t>pedagogicznej uczniom z zaburzeniami psychicznymi. Niepełnosprawność. Dyskursy pedagogiki specjalnej 111–129.</w:t>
            </w:r>
          </w:p>
          <w:p w14:paraId="2665524F" w14:textId="77777777" w:rsidR="00402B34" w:rsidRPr="00035352" w:rsidRDefault="00402B34" w:rsidP="006141EC">
            <w:pPr>
              <w:pStyle w:val="Bibliografia"/>
              <w:numPr>
                <w:ilvl w:val="0"/>
                <w:numId w:val="7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Mazur, J. (Ed.), 2015. Zdrowie i zachowania zdrowotne młodzieży szkolnej w Polsce: na tle wybranych uwarunkowań socjodemograficznych. Raport z badań HBSC 2014. Instytut Matki i Dziecka, Warszawa.</w:t>
            </w:r>
          </w:p>
          <w:p w14:paraId="181362F0" w14:textId="77777777" w:rsidR="00196B32" w:rsidRDefault="00402B34" w:rsidP="006141EC">
            <w:pPr>
              <w:pStyle w:val="Bibliografia"/>
              <w:numPr>
                <w:ilvl w:val="0"/>
                <w:numId w:val="6"/>
              </w:numPr>
              <w:spacing w:after="0"/>
              <w:rPr>
                <w:rFonts w:cs="Calibri"/>
              </w:rPr>
            </w:pPr>
            <w:r w:rsidRPr="00035352">
              <w:rPr>
                <w:rFonts w:cs="Calibri"/>
              </w:rPr>
              <w:t>Mazur, J., Małkowska-Szkutnik, A. (Eds.), 2018. Zdrowie uczniów w 2018 roku na tle nowego modelu badań HBSC. Instytut Matki i Dziecka, Warszawa.</w:t>
            </w:r>
          </w:p>
          <w:p w14:paraId="3AC75A8B" w14:textId="77777777" w:rsidR="00304336" w:rsidRPr="00304336" w:rsidRDefault="00304336" w:rsidP="00304336">
            <w:pPr>
              <w:pStyle w:val="Akapitzlist"/>
              <w:numPr>
                <w:ilvl w:val="0"/>
                <w:numId w:val="6"/>
              </w:numPr>
            </w:pPr>
            <w:r>
              <w:t>Nowicka M., Wzorek A. ,2017, Szkolny system wsparcia zdrowia psychicznego – program promocji i profilaktyki dla szkół ponadpodstawowych, Warszawa.</w:t>
            </w:r>
          </w:p>
        </w:tc>
      </w:tr>
    </w:tbl>
    <w:p w14:paraId="6F21C06C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DFDE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596B3C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854C5" w14:textId="77777777" w:rsidR="00627951" w:rsidRDefault="00627951" w:rsidP="00C16ABF">
      <w:pPr>
        <w:spacing w:after="0" w:line="240" w:lineRule="auto"/>
      </w:pPr>
      <w:r>
        <w:separator/>
      </w:r>
    </w:p>
  </w:endnote>
  <w:endnote w:type="continuationSeparator" w:id="0">
    <w:p w14:paraId="1D393FE1" w14:textId="77777777" w:rsidR="00627951" w:rsidRDefault="006279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750B1A" w14:textId="77777777" w:rsidR="00627951" w:rsidRDefault="00627951" w:rsidP="00C16ABF">
      <w:pPr>
        <w:spacing w:after="0" w:line="240" w:lineRule="auto"/>
      </w:pPr>
      <w:r>
        <w:separator/>
      </w:r>
    </w:p>
  </w:footnote>
  <w:footnote w:type="continuationSeparator" w:id="0">
    <w:p w14:paraId="213229BF" w14:textId="77777777" w:rsidR="00627951" w:rsidRDefault="00627951" w:rsidP="00C16ABF">
      <w:pPr>
        <w:spacing w:after="0" w:line="240" w:lineRule="auto"/>
      </w:pPr>
      <w:r>
        <w:continuationSeparator/>
      </w:r>
    </w:p>
  </w:footnote>
  <w:footnote w:id="1">
    <w:p w14:paraId="5D507FD5" w14:textId="77777777" w:rsidR="0030395F" w:rsidRDefault="0030395F">
      <w:pPr>
        <w:pStyle w:val="Tekstprzypisudolnego"/>
      </w:pPr>
      <w:r w:rsidRPr="00194D8F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A43BF"/>
    <w:multiLevelType w:val="hybridMultilevel"/>
    <w:tmpl w:val="FAECEF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466187"/>
    <w:multiLevelType w:val="hybridMultilevel"/>
    <w:tmpl w:val="7332C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927AE0"/>
    <w:multiLevelType w:val="hybridMultilevel"/>
    <w:tmpl w:val="11124E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861A28"/>
    <w:multiLevelType w:val="hybridMultilevel"/>
    <w:tmpl w:val="30F45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F4DE8"/>
    <w:multiLevelType w:val="hybridMultilevel"/>
    <w:tmpl w:val="E444C9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9"/>
  </w:num>
  <w:num w:numId="6">
    <w:abstractNumId w:val="2"/>
  </w:num>
  <w:num w:numId="7">
    <w:abstractNumId w:val="4"/>
  </w:num>
  <w:num w:numId="8">
    <w:abstractNumId w:val="3"/>
  </w:num>
  <w:num w:numId="9">
    <w:abstractNumId w:val="0"/>
  </w:num>
  <w:num w:numId="1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2F00"/>
    <w:rsid w:val="00014662"/>
    <w:rsid w:val="00015B8F"/>
    <w:rsid w:val="00020594"/>
    <w:rsid w:val="00022ECE"/>
    <w:rsid w:val="000240B7"/>
    <w:rsid w:val="00024CF1"/>
    <w:rsid w:val="00032FB7"/>
    <w:rsid w:val="00042A51"/>
    <w:rsid w:val="00042D2E"/>
    <w:rsid w:val="00044C82"/>
    <w:rsid w:val="00057308"/>
    <w:rsid w:val="00070ED6"/>
    <w:rsid w:val="000742DC"/>
    <w:rsid w:val="00084C12"/>
    <w:rsid w:val="0009462C"/>
    <w:rsid w:val="00094B12"/>
    <w:rsid w:val="00096C46"/>
    <w:rsid w:val="000972E6"/>
    <w:rsid w:val="000A296F"/>
    <w:rsid w:val="000A2A28"/>
    <w:rsid w:val="000A3CDF"/>
    <w:rsid w:val="000B192D"/>
    <w:rsid w:val="000B28EE"/>
    <w:rsid w:val="000B3E37"/>
    <w:rsid w:val="000C5C2C"/>
    <w:rsid w:val="000D04B0"/>
    <w:rsid w:val="000E2D9B"/>
    <w:rsid w:val="000F1C57"/>
    <w:rsid w:val="000F5615"/>
    <w:rsid w:val="001045A1"/>
    <w:rsid w:val="001158A5"/>
    <w:rsid w:val="001158DB"/>
    <w:rsid w:val="00124BFF"/>
    <w:rsid w:val="0012560E"/>
    <w:rsid w:val="00127108"/>
    <w:rsid w:val="00127295"/>
    <w:rsid w:val="001310A9"/>
    <w:rsid w:val="00134B13"/>
    <w:rsid w:val="00136C53"/>
    <w:rsid w:val="00146BC0"/>
    <w:rsid w:val="00153C41"/>
    <w:rsid w:val="00154381"/>
    <w:rsid w:val="001570EC"/>
    <w:rsid w:val="001640A7"/>
    <w:rsid w:val="00164FA7"/>
    <w:rsid w:val="00166A03"/>
    <w:rsid w:val="001718A7"/>
    <w:rsid w:val="001737CF"/>
    <w:rsid w:val="00176083"/>
    <w:rsid w:val="0018530D"/>
    <w:rsid w:val="00191CBD"/>
    <w:rsid w:val="00192F37"/>
    <w:rsid w:val="00194D8F"/>
    <w:rsid w:val="00196B32"/>
    <w:rsid w:val="001A2EE6"/>
    <w:rsid w:val="001A70D2"/>
    <w:rsid w:val="001C01CA"/>
    <w:rsid w:val="001D2A53"/>
    <w:rsid w:val="001D657B"/>
    <w:rsid w:val="001D7B54"/>
    <w:rsid w:val="001E0209"/>
    <w:rsid w:val="001E1946"/>
    <w:rsid w:val="001E39FF"/>
    <w:rsid w:val="001F2CA2"/>
    <w:rsid w:val="001F7790"/>
    <w:rsid w:val="002144C0"/>
    <w:rsid w:val="00214898"/>
    <w:rsid w:val="002174B4"/>
    <w:rsid w:val="00221A69"/>
    <w:rsid w:val="0022477D"/>
    <w:rsid w:val="00226331"/>
    <w:rsid w:val="002278A9"/>
    <w:rsid w:val="002336F9"/>
    <w:rsid w:val="00233ECB"/>
    <w:rsid w:val="0024028F"/>
    <w:rsid w:val="00240AA4"/>
    <w:rsid w:val="00241AD4"/>
    <w:rsid w:val="00244ABC"/>
    <w:rsid w:val="00247D17"/>
    <w:rsid w:val="0025444E"/>
    <w:rsid w:val="00281FF2"/>
    <w:rsid w:val="00283179"/>
    <w:rsid w:val="002857DE"/>
    <w:rsid w:val="00287297"/>
    <w:rsid w:val="002874C8"/>
    <w:rsid w:val="00291567"/>
    <w:rsid w:val="00292055"/>
    <w:rsid w:val="002A02A6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C94"/>
    <w:rsid w:val="002D3375"/>
    <w:rsid w:val="002D593D"/>
    <w:rsid w:val="002D73D4"/>
    <w:rsid w:val="002E2FDF"/>
    <w:rsid w:val="002F02A3"/>
    <w:rsid w:val="002F4ABE"/>
    <w:rsid w:val="002F4AF0"/>
    <w:rsid w:val="00300C69"/>
    <w:rsid w:val="003018BA"/>
    <w:rsid w:val="0030395F"/>
    <w:rsid w:val="00304336"/>
    <w:rsid w:val="00305C92"/>
    <w:rsid w:val="003151C5"/>
    <w:rsid w:val="003231D9"/>
    <w:rsid w:val="00327550"/>
    <w:rsid w:val="003343CF"/>
    <w:rsid w:val="00335BAA"/>
    <w:rsid w:val="003373EF"/>
    <w:rsid w:val="003452BE"/>
    <w:rsid w:val="00346FE9"/>
    <w:rsid w:val="0034759A"/>
    <w:rsid w:val="003503F6"/>
    <w:rsid w:val="003530DD"/>
    <w:rsid w:val="00356AE1"/>
    <w:rsid w:val="00361490"/>
    <w:rsid w:val="00361EDA"/>
    <w:rsid w:val="00363F78"/>
    <w:rsid w:val="00372EDF"/>
    <w:rsid w:val="003766EA"/>
    <w:rsid w:val="003A0A5B"/>
    <w:rsid w:val="003A1176"/>
    <w:rsid w:val="003B2058"/>
    <w:rsid w:val="003C0BAE"/>
    <w:rsid w:val="003D18A9"/>
    <w:rsid w:val="003D6CE2"/>
    <w:rsid w:val="003E1941"/>
    <w:rsid w:val="003E2FE6"/>
    <w:rsid w:val="003E49D5"/>
    <w:rsid w:val="003F205D"/>
    <w:rsid w:val="003F38C0"/>
    <w:rsid w:val="00402B34"/>
    <w:rsid w:val="0040404C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9731F"/>
    <w:rsid w:val="004A3EEA"/>
    <w:rsid w:val="004A4D1F"/>
    <w:rsid w:val="004A6A1E"/>
    <w:rsid w:val="004B3F0E"/>
    <w:rsid w:val="004B5EFE"/>
    <w:rsid w:val="004C6AA3"/>
    <w:rsid w:val="004D1894"/>
    <w:rsid w:val="004D31C0"/>
    <w:rsid w:val="004D5282"/>
    <w:rsid w:val="004D591B"/>
    <w:rsid w:val="004F046A"/>
    <w:rsid w:val="004F1551"/>
    <w:rsid w:val="004F5241"/>
    <w:rsid w:val="004F55A3"/>
    <w:rsid w:val="00500865"/>
    <w:rsid w:val="00501AF2"/>
    <w:rsid w:val="00503D90"/>
    <w:rsid w:val="0050496F"/>
    <w:rsid w:val="00511744"/>
    <w:rsid w:val="005124DD"/>
    <w:rsid w:val="00513B6F"/>
    <w:rsid w:val="00514EF8"/>
    <w:rsid w:val="00517C63"/>
    <w:rsid w:val="00521928"/>
    <w:rsid w:val="00530789"/>
    <w:rsid w:val="005363C4"/>
    <w:rsid w:val="00536BDE"/>
    <w:rsid w:val="00543ACC"/>
    <w:rsid w:val="0054452C"/>
    <w:rsid w:val="00547F5D"/>
    <w:rsid w:val="0056696D"/>
    <w:rsid w:val="00582BC0"/>
    <w:rsid w:val="005921EC"/>
    <w:rsid w:val="0059484D"/>
    <w:rsid w:val="005A0855"/>
    <w:rsid w:val="005A3196"/>
    <w:rsid w:val="005B048D"/>
    <w:rsid w:val="005C080F"/>
    <w:rsid w:val="005C55E5"/>
    <w:rsid w:val="005C696A"/>
    <w:rsid w:val="005E0F91"/>
    <w:rsid w:val="005E6E85"/>
    <w:rsid w:val="005F31D2"/>
    <w:rsid w:val="005F5075"/>
    <w:rsid w:val="005F76A3"/>
    <w:rsid w:val="0061029B"/>
    <w:rsid w:val="006141EC"/>
    <w:rsid w:val="00617230"/>
    <w:rsid w:val="00621CE1"/>
    <w:rsid w:val="0062498F"/>
    <w:rsid w:val="006266A7"/>
    <w:rsid w:val="00627951"/>
    <w:rsid w:val="00627FC9"/>
    <w:rsid w:val="0063183D"/>
    <w:rsid w:val="00646FCE"/>
    <w:rsid w:val="00647FA8"/>
    <w:rsid w:val="00650C5F"/>
    <w:rsid w:val="00654934"/>
    <w:rsid w:val="006620D9"/>
    <w:rsid w:val="00671958"/>
    <w:rsid w:val="00675843"/>
    <w:rsid w:val="00696477"/>
    <w:rsid w:val="006A1614"/>
    <w:rsid w:val="006A568E"/>
    <w:rsid w:val="006A7013"/>
    <w:rsid w:val="006A7F90"/>
    <w:rsid w:val="006C01A3"/>
    <w:rsid w:val="006D050F"/>
    <w:rsid w:val="006D6139"/>
    <w:rsid w:val="006E18FA"/>
    <w:rsid w:val="006E5D65"/>
    <w:rsid w:val="006E65D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27BD"/>
    <w:rsid w:val="00734608"/>
    <w:rsid w:val="00735883"/>
    <w:rsid w:val="00743C76"/>
    <w:rsid w:val="00745302"/>
    <w:rsid w:val="007461D6"/>
    <w:rsid w:val="00746EC8"/>
    <w:rsid w:val="007636EF"/>
    <w:rsid w:val="00763BF1"/>
    <w:rsid w:val="007642C1"/>
    <w:rsid w:val="007661B4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0C9F"/>
    <w:rsid w:val="007C3299"/>
    <w:rsid w:val="007C3BCC"/>
    <w:rsid w:val="007C4546"/>
    <w:rsid w:val="007D3203"/>
    <w:rsid w:val="007D6E56"/>
    <w:rsid w:val="007E7985"/>
    <w:rsid w:val="007F3718"/>
    <w:rsid w:val="007F4155"/>
    <w:rsid w:val="008051C0"/>
    <w:rsid w:val="008100D4"/>
    <w:rsid w:val="0081554D"/>
    <w:rsid w:val="00815B4B"/>
    <w:rsid w:val="0081707E"/>
    <w:rsid w:val="00820492"/>
    <w:rsid w:val="008449B3"/>
    <w:rsid w:val="00844B02"/>
    <w:rsid w:val="008552A2"/>
    <w:rsid w:val="0085747A"/>
    <w:rsid w:val="008578B8"/>
    <w:rsid w:val="00884922"/>
    <w:rsid w:val="00885F64"/>
    <w:rsid w:val="008917F9"/>
    <w:rsid w:val="00891E64"/>
    <w:rsid w:val="008A140A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8B0"/>
    <w:rsid w:val="008F12C9"/>
    <w:rsid w:val="008F1ACA"/>
    <w:rsid w:val="008F6E29"/>
    <w:rsid w:val="00901B2A"/>
    <w:rsid w:val="00905305"/>
    <w:rsid w:val="0091115C"/>
    <w:rsid w:val="00916188"/>
    <w:rsid w:val="00923D7D"/>
    <w:rsid w:val="009508DF"/>
    <w:rsid w:val="00950DA6"/>
    <w:rsid w:val="00950DAC"/>
    <w:rsid w:val="00952FE9"/>
    <w:rsid w:val="00954A07"/>
    <w:rsid w:val="00961BCB"/>
    <w:rsid w:val="00980666"/>
    <w:rsid w:val="00991380"/>
    <w:rsid w:val="00997F14"/>
    <w:rsid w:val="009A0D78"/>
    <w:rsid w:val="009A78D9"/>
    <w:rsid w:val="009C3E31"/>
    <w:rsid w:val="009C54AE"/>
    <w:rsid w:val="009C788E"/>
    <w:rsid w:val="009D3F3B"/>
    <w:rsid w:val="009E00E2"/>
    <w:rsid w:val="009E0543"/>
    <w:rsid w:val="009E3B41"/>
    <w:rsid w:val="009F3C5C"/>
    <w:rsid w:val="009F4610"/>
    <w:rsid w:val="00A00ECC"/>
    <w:rsid w:val="00A0284E"/>
    <w:rsid w:val="00A04271"/>
    <w:rsid w:val="00A07661"/>
    <w:rsid w:val="00A079DF"/>
    <w:rsid w:val="00A10E89"/>
    <w:rsid w:val="00A155EE"/>
    <w:rsid w:val="00A2245B"/>
    <w:rsid w:val="00A30110"/>
    <w:rsid w:val="00A30572"/>
    <w:rsid w:val="00A36899"/>
    <w:rsid w:val="00A371F6"/>
    <w:rsid w:val="00A43BF6"/>
    <w:rsid w:val="00A53FA5"/>
    <w:rsid w:val="00A54113"/>
    <w:rsid w:val="00A54817"/>
    <w:rsid w:val="00A601C8"/>
    <w:rsid w:val="00A60799"/>
    <w:rsid w:val="00A812E9"/>
    <w:rsid w:val="00A84C85"/>
    <w:rsid w:val="00A86B4F"/>
    <w:rsid w:val="00A90C18"/>
    <w:rsid w:val="00A97DE1"/>
    <w:rsid w:val="00AB053C"/>
    <w:rsid w:val="00AB3F56"/>
    <w:rsid w:val="00AC39F9"/>
    <w:rsid w:val="00AD1146"/>
    <w:rsid w:val="00AD27D3"/>
    <w:rsid w:val="00AD66D6"/>
    <w:rsid w:val="00AD67BE"/>
    <w:rsid w:val="00AE1160"/>
    <w:rsid w:val="00AE203C"/>
    <w:rsid w:val="00AE2E74"/>
    <w:rsid w:val="00AE51B3"/>
    <w:rsid w:val="00AE57A3"/>
    <w:rsid w:val="00AE5FCB"/>
    <w:rsid w:val="00AF2C1E"/>
    <w:rsid w:val="00AF3876"/>
    <w:rsid w:val="00B06142"/>
    <w:rsid w:val="00B135B1"/>
    <w:rsid w:val="00B1435F"/>
    <w:rsid w:val="00B169DF"/>
    <w:rsid w:val="00B21421"/>
    <w:rsid w:val="00B3130B"/>
    <w:rsid w:val="00B34773"/>
    <w:rsid w:val="00B367A2"/>
    <w:rsid w:val="00B40ADB"/>
    <w:rsid w:val="00B43B77"/>
    <w:rsid w:val="00B43E80"/>
    <w:rsid w:val="00B54149"/>
    <w:rsid w:val="00B57BE9"/>
    <w:rsid w:val="00B57C42"/>
    <w:rsid w:val="00B607DB"/>
    <w:rsid w:val="00B608CA"/>
    <w:rsid w:val="00B62E3D"/>
    <w:rsid w:val="00B640B4"/>
    <w:rsid w:val="00B66529"/>
    <w:rsid w:val="00B75946"/>
    <w:rsid w:val="00B8056E"/>
    <w:rsid w:val="00B819C8"/>
    <w:rsid w:val="00B82308"/>
    <w:rsid w:val="00B83E29"/>
    <w:rsid w:val="00B84D76"/>
    <w:rsid w:val="00B90885"/>
    <w:rsid w:val="00BA01F3"/>
    <w:rsid w:val="00BA0EF1"/>
    <w:rsid w:val="00BA1C24"/>
    <w:rsid w:val="00BB4CAD"/>
    <w:rsid w:val="00BB520A"/>
    <w:rsid w:val="00BD00FB"/>
    <w:rsid w:val="00BD3869"/>
    <w:rsid w:val="00BD66E9"/>
    <w:rsid w:val="00BD6FF4"/>
    <w:rsid w:val="00BE33D3"/>
    <w:rsid w:val="00BE390A"/>
    <w:rsid w:val="00BF1374"/>
    <w:rsid w:val="00BF2C41"/>
    <w:rsid w:val="00C058B4"/>
    <w:rsid w:val="00C05F44"/>
    <w:rsid w:val="00C131B5"/>
    <w:rsid w:val="00C16ABF"/>
    <w:rsid w:val="00C170AE"/>
    <w:rsid w:val="00C25331"/>
    <w:rsid w:val="00C26CB7"/>
    <w:rsid w:val="00C324C1"/>
    <w:rsid w:val="00C34F3A"/>
    <w:rsid w:val="00C36992"/>
    <w:rsid w:val="00C40735"/>
    <w:rsid w:val="00C44701"/>
    <w:rsid w:val="00C53FD9"/>
    <w:rsid w:val="00C56036"/>
    <w:rsid w:val="00C604E4"/>
    <w:rsid w:val="00C61DC5"/>
    <w:rsid w:val="00C67E92"/>
    <w:rsid w:val="00C70A26"/>
    <w:rsid w:val="00C74D4E"/>
    <w:rsid w:val="00C766DF"/>
    <w:rsid w:val="00C94B98"/>
    <w:rsid w:val="00C97B16"/>
    <w:rsid w:val="00CA2B96"/>
    <w:rsid w:val="00CA4FC8"/>
    <w:rsid w:val="00CA5089"/>
    <w:rsid w:val="00CB4223"/>
    <w:rsid w:val="00CB581F"/>
    <w:rsid w:val="00CB7F2B"/>
    <w:rsid w:val="00CD6897"/>
    <w:rsid w:val="00CE5BAC"/>
    <w:rsid w:val="00CF25BE"/>
    <w:rsid w:val="00CF49A4"/>
    <w:rsid w:val="00CF78ED"/>
    <w:rsid w:val="00CF7914"/>
    <w:rsid w:val="00D02B25"/>
    <w:rsid w:val="00D02EBA"/>
    <w:rsid w:val="00D07359"/>
    <w:rsid w:val="00D17C3C"/>
    <w:rsid w:val="00D26B2C"/>
    <w:rsid w:val="00D3397B"/>
    <w:rsid w:val="00D352C9"/>
    <w:rsid w:val="00D37E06"/>
    <w:rsid w:val="00D425B2"/>
    <w:rsid w:val="00D428D6"/>
    <w:rsid w:val="00D47E85"/>
    <w:rsid w:val="00D552B2"/>
    <w:rsid w:val="00D56917"/>
    <w:rsid w:val="00D608D1"/>
    <w:rsid w:val="00D71801"/>
    <w:rsid w:val="00D71EBE"/>
    <w:rsid w:val="00D7403C"/>
    <w:rsid w:val="00D74119"/>
    <w:rsid w:val="00D8075B"/>
    <w:rsid w:val="00D81A3D"/>
    <w:rsid w:val="00D83D19"/>
    <w:rsid w:val="00D8678B"/>
    <w:rsid w:val="00DA14B1"/>
    <w:rsid w:val="00DA2114"/>
    <w:rsid w:val="00DB3122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04679"/>
    <w:rsid w:val="00E129B8"/>
    <w:rsid w:val="00E21E7D"/>
    <w:rsid w:val="00E22FBC"/>
    <w:rsid w:val="00E24BF5"/>
    <w:rsid w:val="00E25338"/>
    <w:rsid w:val="00E277F1"/>
    <w:rsid w:val="00E349F0"/>
    <w:rsid w:val="00E40706"/>
    <w:rsid w:val="00E47B28"/>
    <w:rsid w:val="00E50704"/>
    <w:rsid w:val="00E51E44"/>
    <w:rsid w:val="00E5242A"/>
    <w:rsid w:val="00E606BD"/>
    <w:rsid w:val="00E63348"/>
    <w:rsid w:val="00E63E90"/>
    <w:rsid w:val="00E742AA"/>
    <w:rsid w:val="00E77E88"/>
    <w:rsid w:val="00E80A3A"/>
    <w:rsid w:val="00E80ABB"/>
    <w:rsid w:val="00E8107D"/>
    <w:rsid w:val="00E817C4"/>
    <w:rsid w:val="00E83629"/>
    <w:rsid w:val="00E960BB"/>
    <w:rsid w:val="00EA2074"/>
    <w:rsid w:val="00EA4832"/>
    <w:rsid w:val="00EA4E9D"/>
    <w:rsid w:val="00EB5F16"/>
    <w:rsid w:val="00EC2A9A"/>
    <w:rsid w:val="00EC4899"/>
    <w:rsid w:val="00ED03AB"/>
    <w:rsid w:val="00ED32D2"/>
    <w:rsid w:val="00ED7DE4"/>
    <w:rsid w:val="00EE32DE"/>
    <w:rsid w:val="00EE5457"/>
    <w:rsid w:val="00EE6F37"/>
    <w:rsid w:val="00EF1877"/>
    <w:rsid w:val="00F070AB"/>
    <w:rsid w:val="00F14605"/>
    <w:rsid w:val="00F17567"/>
    <w:rsid w:val="00F21E62"/>
    <w:rsid w:val="00F27A7B"/>
    <w:rsid w:val="00F400A5"/>
    <w:rsid w:val="00F526AF"/>
    <w:rsid w:val="00F617C3"/>
    <w:rsid w:val="00F61A26"/>
    <w:rsid w:val="00F7066B"/>
    <w:rsid w:val="00F738E8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425C"/>
    <w:rsid w:val="00FD503F"/>
    <w:rsid w:val="00FD7589"/>
    <w:rsid w:val="00FE463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D3C61"/>
  <w15:docId w15:val="{5A60EFC9-5058-4B4B-9E79-AFC167070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606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606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606B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606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606B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93C0D-C4D3-4D2F-9B39-725F7D0B3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542</TotalTime>
  <Pages>5</Pages>
  <Words>1041</Words>
  <Characters>6251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2019-02-06T12:12:00Z</cp:lastPrinted>
  <dcterms:created xsi:type="dcterms:W3CDTF">2023-06-07T06:22:00Z</dcterms:created>
  <dcterms:modified xsi:type="dcterms:W3CDTF">2023-09-14T10:05:00Z</dcterms:modified>
</cp:coreProperties>
</file>